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D0FD" w14:textId="77777777" w:rsidR="00064967" w:rsidRDefault="00064967" w:rsidP="00E96EC3"/>
    <w:p w14:paraId="7244430A" w14:textId="77777777" w:rsidR="00B61F75" w:rsidRDefault="00B61F75" w:rsidP="00B61F75">
      <w:pPr>
        <w:ind w:left="4820"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Lisa </w:t>
      </w:r>
    </w:p>
    <w:p w14:paraId="67F9BD0D" w14:textId="10051A6A" w:rsidR="00AD0E9E" w:rsidRDefault="00B61F75" w:rsidP="00A32FCE">
      <w:pPr>
        <w:ind w:left="5529"/>
        <w:jc w:val="both"/>
        <w:outlineLvl w:val="0"/>
      </w:pPr>
      <w:r>
        <w:rPr>
          <w:sz w:val="20"/>
          <w:szCs w:val="20"/>
        </w:rPr>
        <w:t xml:space="preserve">RMK ja </w:t>
      </w:r>
      <w:r w:rsidR="005F1881">
        <w:rPr>
          <w:sz w:val="20"/>
          <w:szCs w:val="20"/>
          <w:lang w:val="en-AU"/>
        </w:rPr>
        <w:t>Eesti Maaülikooli</w:t>
      </w:r>
      <w:r>
        <w:rPr>
          <w:sz w:val="20"/>
          <w:szCs w:val="20"/>
        </w:rPr>
        <w:t xml:space="preserve"> vahelise </w:t>
      </w:r>
      <w:sdt>
        <w:sdtPr>
          <w:rPr>
            <w:sz w:val="20"/>
            <w:szCs w:val="20"/>
          </w:rPr>
          <w:id w:val="1995450994"/>
          <w:placeholder>
            <w:docPart w:val="4DD44DFA9D7E42AFAED655B1891E6469"/>
          </w:placeholder>
          <w:date w:fullDate="2018-10-08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A32FCE">
            <w:rPr>
              <w:sz w:val="20"/>
              <w:szCs w:val="20"/>
            </w:rPr>
            <w:t>8.10.2018</w:t>
          </w:r>
        </w:sdtContent>
      </w:sdt>
      <w:r>
        <w:rPr>
          <w:sz w:val="20"/>
          <w:szCs w:val="20"/>
        </w:rPr>
        <w:t xml:space="preserve"> </w:t>
      </w:r>
      <w:r>
        <w:rPr>
          <w:sz w:val="20"/>
          <w:szCs w:val="20"/>
        </w:rPr>
        <w:softHyphen/>
        <w:t xml:space="preserve">lepingu nr </w:t>
      </w:r>
      <w:r w:rsidR="00A32FCE" w:rsidRPr="00A32FCE">
        <w:rPr>
          <w:sz w:val="20"/>
          <w:szCs w:val="20"/>
          <w:lang w:val="en-AU"/>
        </w:rPr>
        <w:t>1-18/</w:t>
      </w:r>
      <w:r w:rsidR="005F1881">
        <w:rPr>
          <w:sz w:val="20"/>
          <w:szCs w:val="20"/>
          <w:lang w:val="en-AU"/>
        </w:rPr>
        <w:t>305</w:t>
      </w:r>
      <w:r w:rsidR="00A32FCE">
        <w:rPr>
          <w:sz w:val="20"/>
          <w:szCs w:val="20"/>
          <w:lang w:val="en-AU"/>
        </w:rPr>
        <w:t xml:space="preserve"> </w:t>
      </w:r>
      <w:proofErr w:type="spellStart"/>
      <w:r w:rsidR="00A32FCE">
        <w:rPr>
          <w:sz w:val="20"/>
          <w:szCs w:val="20"/>
          <w:lang w:val="en-AU"/>
        </w:rPr>
        <w:t>juurde</w:t>
      </w:r>
      <w:proofErr w:type="spellEnd"/>
    </w:p>
    <w:p w14:paraId="72D685D1" w14:textId="77777777" w:rsidR="00E96EC3" w:rsidRDefault="00E96EC3" w:rsidP="00E96EC3"/>
    <w:p w14:paraId="2AD8AAEC" w14:textId="77777777" w:rsidR="00E96EC3" w:rsidRDefault="00E96EC3" w:rsidP="00E96EC3"/>
    <w:p w14:paraId="5521ED49" w14:textId="77777777" w:rsidR="00520DBB" w:rsidRDefault="00520DBB">
      <w:pPr>
        <w:sectPr w:rsidR="00520DBB" w:rsidSect="00A32FCE">
          <w:pgSz w:w="11906" w:h="16838"/>
          <w:pgMar w:top="1134" w:right="1797" w:bottom="1440" w:left="1797" w:header="709" w:footer="709" w:gutter="0"/>
          <w:cols w:space="708"/>
          <w:docGrid w:linePitch="360"/>
        </w:sectPr>
      </w:pPr>
    </w:p>
    <w:p w14:paraId="1198E349" w14:textId="77777777" w:rsidR="00E96EC3" w:rsidRDefault="00E96EC3">
      <w:pPr>
        <w:jc w:val="center"/>
        <w:rPr>
          <w:b/>
          <w:bCs/>
        </w:rPr>
      </w:pPr>
    </w:p>
    <w:p w14:paraId="31543239" w14:textId="77777777" w:rsidR="00064967" w:rsidRDefault="00064967" w:rsidP="00E96EC3">
      <w:pPr>
        <w:jc w:val="center"/>
        <w:rPr>
          <w:b/>
          <w:bCs/>
        </w:rPr>
      </w:pPr>
      <w:r>
        <w:rPr>
          <w:b/>
          <w:bCs/>
        </w:rPr>
        <w:t xml:space="preserve">KOKKULEPE LEPINGU </w:t>
      </w:r>
      <w:r w:rsidR="006B2C00">
        <w:rPr>
          <w:b/>
          <w:bCs/>
        </w:rPr>
        <w:t xml:space="preserve">MUUTMISE </w:t>
      </w:r>
      <w:r>
        <w:rPr>
          <w:b/>
          <w:bCs/>
        </w:rPr>
        <w:t>KOHTA</w:t>
      </w:r>
      <w:r w:rsidR="003551A8">
        <w:rPr>
          <w:b/>
          <w:bCs/>
        </w:rPr>
        <w:t xml:space="preserve"> </w:t>
      </w:r>
    </w:p>
    <w:p w14:paraId="06179239" w14:textId="77777777" w:rsidR="006A5916" w:rsidRDefault="006A5916" w:rsidP="006A5916">
      <w:pPr>
        <w:pStyle w:val="NormalWeb"/>
        <w:framePr w:hSpace="141" w:wrap="around" w:vAnchor="text" w:hAnchor="margin" w:y="239"/>
      </w:pPr>
    </w:p>
    <w:p w14:paraId="51513C32" w14:textId="77777777" w:rsidR="006A5916" w:rsidRDefault="006A5916" w:rsidP="006A5916">
      <w:pPr>
        <w:jc w:val="right"/>
      </w:pPr>
    </w:p>
    <w:p w14:paraId="347F1970" w14:textId="77777777" w:rsidR="006A5916" w:rsidRDefault="006A5916" w:rsidP="006A5916">
      <w:pPr>
        <w:jc w:val="right"/>
        <w:rPr>
          <w:rFonts w:eastAsia="Calibri"/>
          <w:szCs w:val="22"/>
        </w:rPr>
      </w:pPr>
    </w:p>
    <w:p w14:paraId="0AFFBE46" w14:textId="72B7CB44" w:rsidR="006A5916" w:rsidRDefault="00712246" w:rsidP="006A5916">
      <w:pPr>
        <w:jc w:val="right"/>
      </w:pPr>
      <w:sdt>
        <w:sdtPr>
          <w:rPr>
            <w:rFonts w:eastAsia="Calibri"/>
            <w:szCs w:val="22"/>
          </w:rPr>
          <w:id w:val="448594684"/>
          <w:placeholder>
            <w:docPart w:val="3765768DB5464A13BE2C081EF5618628"/>
          </w:placeholder>
          <w:date w:fullDate="2022-01-17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5F1881">
            <w:rPr>
              <w:rFonts w:eastAsia="Calibri"/>
              <w:szCs w:val="22"/>
            </w:rPr>
            <w:t>17.01.2022</w:t>
          </w:r>
        </w:sdtContent>
      </w:sdt>
    </w:p>
    <w:p w14:paraId="10333C14" w14:textId="77777777" w:rsidR="006A5916" w:rsidRDefault="006A5916" w:rsidP="006A5916">
      <w:pPr>
        <w:jc w:val="right"/>
      </w:pPr>
    </w:p>
    <w:p w14:paraId="18948B08" w14:textId="77777777" w:rsidR="006A5916" w:rsidRDefault="008140F5" w:rsidP="006A5916">
      <w:pPr>
        <w:jc w:val="right"/>
      </w:pPr>
      <w:r>
        <w:rPr>
          <w:rFonts w:eastAsia="Calibri"/>
          <w:szCs w:val="22"/>
        </w:rPr>
        <w:t>(hiliseima digitaalallkirja kuupäev)</w:t>
      </w:r>
    </w:p>
    <w:p w14:paraId="15A67B7D" w14:textId="77777777" w:rsidR="008140F5" w:rsidRDefault="008140F5" w:rsidP="006A5916">
      <w:pPr>
        <w:jc w:val="right"/>
      </w:pPr>
    </w:p>
    <w:p w14:paraId="2EDC2C20" w14:textId="77777777" w:rsidR="008140F5" w:rsidRDefault="008140F5" w:rsidP="006A5916">
      <w:pPr>
        <w:jc w:val="right"/>
      </w:pPr>
    </w:p>
    <w:p w14:paraId="4F958690" w14:textId="4228C4BA" w:rsidR="00064967" w:rsidRDefault="003B708E" w:rsidP="00A32FCE">
      <w:pPr>
        <w:pStyle w:val="Pealkiri11"/>
      </w:pPr>
      <w:r>
        <w:t xml:space="preserve">Pooled on kokku leppinud muuta </w:t>
      </w:r>
      <w:r w:rsidR="00E96EC3">
        <w:t>l</w:t>
      </w:r>
      <w:r w:rsidR="006B2C00" w:rsidRPr="006B2C00">
        <w:t xml:space="preserve">epingu </w:t>
      </w:r>
      <w:r w:rsidR="00A32FCE">
        <w:t>punkte 2.1 ja</w:t>
      </w:r>
      <w:r w:rsidR="00DF69B7">
        <w:t xml:space="preserve"> </w:t>
      </w:r>
      <w:r w:rsidR="00A32FCE" w:rsidRPr="00A32FCE">
        <w:t>2.2.3</w:t>
      </w:r>
      <w:r>
        <w:t xml:space="preserve"> </w:t>
      </w:r>
      <w:r w:rsidR="00A32FCE">
        <w:t>ning</w:t>
      </w:r>
      <w:r>
        <w:t xml:space="preserve"> sõnastada </w:t>
      </w:r>
      <w:r w:rsidR="00A32FCE">
        <w:t>need</w:t>
      </w:r>
      <w:r>
        <w:t xml:space="preserve"> järgnevalt:</w:t>
      </w:r>
    </w:p>
    <w:p w14:paraId="36583255" w14:textId="77777777" w:rsidR="003B708E" w:rsidRDefault="003B708E" w:rsidP="00064967">
      <w:pPr>
        <w:ind w:left="180" w:hanging="180"/>
      </w:pPr>
    </w:p>
    <w:p w14:paraId="708FAF8F" w14:textId="57484230" w:rsidR="00064967" w:rsidRDefault="00A32FCE" w:rsidP="008140F5">
      <w:pPr>
        <w:pStyle w:val="Pealkiri11"/>
        <w:numPr>
          <w:ilvl w:val="0"/>
          <w:numId w:val="0"/>
        </w:numPr>
        <w:ind w:left="432"/>
      </w:pPr>
      <w:r w:rsidRPr="00A32FCE">
        <w:t>2.1 Töövõtja annab Tellijal</w:t>
      </w:r>
      <w:r>
        <w:t xml:space="preserve">e valmis Töö üle hiljemalt </w:t>
      </w:r>
      <w:bookmarkStart w:id="0" w:name="_Hlk93330051"/>
      <w:r w:rsidR="00364EEB">
        <w:t>31.01</w:t>
      </w:r>
      <w:r w:rsidRPr="00A32FCE">
        <w:t>.202</w:t>
      </w:r>
      <w:r w:rsidR="00364EEB">
        <w:t>2</w:t>
      </w:r>
      <w:r w:rsidRPr="00A32FCE">
        <w:t xml:space="preserve"> a.</w:t>
      </w:r>
      <w:bookmarkEnd w:id="0"/>
    </w:p>
    <w:p w14:paraId="534EE221" w14:textId="49F8B5C4" w:rsidR="00064967" w:rsidRDefault="00A32FCE" w:rsidP="00364EEB">
      <w:pPr>
        <w:pStyle w:val="Pealkiri11"/>
        <w:numPr>
          <w:ilvl w:val="0"/>
          <w:numId w:val="0"/>
        </w:numPr>
        <w:ind w:left="432"/>
      </w:pPr>
      <w:r w:rsidRPr="00A32FCE">
        <w:t>2.2.3 tehtud</w:t>
      </w:r>
      <w:r>
        <w:t xml:space="preserve"> Töö lõpparuande hiljemalt </w:t>
      </w:r>
      <w:r w:rsidR="00364EEB">
        <w:t>31.01</w:t>
      </w:r>
      <w:r w:rsidR="00364EEB" w:rsidRPr="00A32FCE">
        <w:t>.202</w:t>
      </w:r>
      <w:r w:rsidR="00364EEB">
        <w:t>2</w:t>
      </w:r>
      <w:r w:rsidR="00364EEB" w:rsidRPr="00A32FCE">
        <w:t xml:space="preserve"> a.</w:t>
      </w:r>
    </w:p>
    <w:p w14:paraId="6561FF49" w14:textId="77777777" w:rsidR="00364EEB" w:rsidRDefault="00364EEB" w:rsidP="00364EEB">
      <w:pPr>
        <w:pStyle w:val="Pealkiri11"/>
        <w:numPr>
          <w:ilvl w:val="0"/>
          <w:numId w:val="0"/>
        </w:numPr>
        <w:ind w:left="432"/>
      </w:pPr>
    </w:p>
    <w:p w14:paraId="1445FC75" w14:textId="77777777" w:rsidR="00064967" w:rsidRDefault="00064967">
      <w:pPr>
        <w:ind w:left="360" w:hanging="360"/>
      </w:pPr>
    </w:p>
    <w:p w14:paraId="5BF2E0A1" w14:textId="552FE561" w:rsidR="00064967" w:rsidRDefault="00712246" w:rsidP="008140F5">
      <w:pPr>
        <w:pStyle w:val="Pealkiri11"/>
      </w:pPr>
      <w:sdt>
        <w:sdtPr>
          <w:id w:val="-802771011"/>
          <w:placeholder>
            <w:docPart w:val="EEB4B66280794C3FAA6F662CFDE4F067"/>
          </w:placeholder>
          <w:comboBox>
            <w:listItem w:displayText=" " w:value=" "/>
            <w:listItem w:displayText="Kokkulepe on allkirjastatud digitaalselt." w:value="Kokkulepe on allkirjastatud digitaalselt."/>
            <w:listItem w:displayText="Kokkulepe on allkirjastatud paberkandjal kahes võrdset juriidilist jõudu omavas eksemplaris, millest kumbki pool saab ühe eksemplari." w:value="Kokkulepe on allkirjastatud paberkandjal kahes võrdset juriidilist jõudu omavas eksemplaris, millest kumbki pool saab ühe eksemplari."/>
          </w:comboBox>
        </w:sdtPr>
        <w:sdtEndPr/>
        <w:sdtContent>
          <w:r w:rsidR="00A32FCE">
            <w:t>Kokkulepe on allkirjastatud digitaalselt.</w:t>
          </w:r>
        </w:sdtContent>
      </w:sdt>
    </w:p>
    <w:p w14:paraId="0FA06F4F" w14:textId="77777777" w:rsidR="006954E4" w:rsidRDefault="006954E4" w:rsidP="006954E4">
      <w:pPr>
        <w:ind w:left="360" w:hanging="360"/>
      </w:pPr>
    </w:p>
    <w:p w14:paraId="18DAF5FB" w14:textId="77777777" w:rsidR="00064967" w:rsidRDefault="00064967">
      <w:pPr>
        <w:ind w:left="360"/>
      </w:pPr>
    </w:p>
    <w:p w14:paraId="231B4E37" w14:textId="77777777" w:rsidR="00064967" w:rsidRPr="00E96EC3" w:rsidRDefault="00064967" w:rsidP="001350FE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4"/>
        <w:gridCol w:w="4198"/>
      </w:tblGrid>
      <w:tr w:rsidR="008140F5" w14:paraId="00167294" w14:textId="77777777" w:rsidTr="00A32FCE">
        <w:tc>
          <w:tcPr>
            <w:tcW w:w="4114" w:type="dxa"/>
          </w:tcPr>
          <w:p w14:paraId="69945803" w14:textId="38279522" w:rsidR="008140F5" w:rsidRDefault="00A32FCE" w:rsidP="009F2E1E">
            <w:pPr>
              <w:rPr>
                <w:iCs/>
              </w:rPr>
            </w:pPr>
            <w:r w:rsidRPr="00A32FCE">
              <w:rPr>
                <w:b/>
                <w:iCs/>
              </w:rPr>
              <w:t>Riigimetsa Majandamise Keskus</w:t>
            </w:r>
          </w:p>
        </w:tc>
        <w:tc>
          <w:tcPr>
            <w:tcW w:w="4198" w:type="dxa"/>
          </w:tcPr>
          <w:p w14:paraId="7B016897" w14:textId="66CDC67C" w:rsidR="008140F5" w:rsidRDefault="00364EEB" w:rsidP="009F2E1E">
            <w:pPr>
              <w:rPr>
                <w:iCs/>
              </w:rPr>
            </w:pPr>
            <w:r>
              <w:rPr>
                <w:b/>
              </w:rPr>
              <w:t>Eesti Maaülikool</w:t>
            </w:r>
          </w:p>
        </w:tc>
      </w:tr>
      <w:tr w:rsidR="008140F5" w14:paraId="2376AC37" w14:textId="77777777" w:rsidTr="00A32FCE">
        <w:tc>
          <w:tcPr>
            <w:tcW w:w="4114" w:type="dxa"/>
          </w:tcPr>
          <w:p w14:paraId="783645D8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198" w:type="dxa"/>
          </w:tcPr>
          <w:p w14:paraId="55226482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6B1BF972" w14:textId="77777777" w:rsidTr="00A32FCE">
        <w:tc>
          <w:tcPr>
            <w:tcW w:w="4114" w:type="dxa"/>
          </w:tcPr>
          <w:p w14:paraId="1AB97D6B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198" w:type="dxa"/>
          </w:tcPr>
          <w:p w14:paraId="590D37A1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1F06C144" w14:textId="77777777" w:rsidTr="00A32FCE">
        <w:trPr>
          <w:trHeight w:val="346"/>
        </w:trPr>
        <w:tc>
          <w:tcPr>
            <w:tcW w:w="4114" w:type="dxa"/>
          </w:tcPr>
          <w:p w14:paraId="2B3D8213" w14:textId="15F60C56" w:rsidR="008140F5" w:rsidRDefault="00712246" w:rsidP="009F2E1E">
            <w:pPr>
              <w:rPr>
                <w:iCs/>
              </w:rPr>
            </w:pPr>
            <w:sdt>
              <w:sdtPr>
                <w:id w:val="2081640109"/>
                <w:placeholder>
                  <w:docPart w:val="C527C2C3F2834D42A149BF64188896C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32FCE">
                  <w:t>(allkirjastatud digitaalselt)</w:t>
                </w:r>
              </w:sdtContent>
            </w:sdt>
          </w:p>
        </w:tc>
        <w:tc>
          <w:tcPr>
            <w:tcW w:w="4198" w:type="dxa"/>
          </w:tcPr>
          <w:p w14:paraId="71B3EFE3" w14:textId="1BEDEA0C" w:rsidR="008140F5" w:rsidRDefault="00712246" w:rsidP="009F2E1E">
            <w:pPr>
              <w:rPr>
                <w:iCs/>
              </w:rPr>
            </w:pPr>
            <w:sdt>
              <w:sdtPr>
                <w:id w:val="653806690"/>
                <w:placeholder>
                  <w:docPart w:val="75A10B82FBFB4A5FB994A635338672F2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32FCE">
                  <w:t>(allkirjastatud digitaalselt)</w:t>
                </w:r>
              </w:sdtContent>
            </w:sdt>
          </w:p>
        </w:tc>
      </w:tr>
      <w:tr w:rsidR="008140F5" w14:paraId="359C5D50" w14:textId="77777777" w:rsidTr="00A32FCE">
        <w:tc>
          <w:tcPr>
            <w:tcW w:w="4114" w:type="dxa"/>
          </w:tcPr>
          <w:p w14:paraId="61311376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198" w:type="dxa"/>
          </w:tcPr>
          <w:p w14:paraId="32C473D4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515399C3" w14:textId="77777777" w:rsidTr="00A32FCE">
        <w:tc>
          <w:tcPr>
            <w:tcW w:w="4114" w:type="dxa"/>
          </w:tcPr>
          <w:p w14:paraId="4AB4A2F9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198" w:type="dxa"/>
          </w:tcPr>
          <w:p w14:paraId="0EDD0D4A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1A645907" w14:textId="77777777" w:rsidTr="00A32FCE">
        <w:tc>
          <w:tcPr>
            <w:tcW w:w="4114" w:type="dxa"/>
          </w:tcPr>
          <w:p w14:paraId="0F3EAB6E" w14:textId="7D4F0C7F" w:rsidR="008140F5" w:rsidRDefault="00A32FCE" w:rsidP="009F2E1E">
            <w:pPr>
              <w:rPr>
                <w:iCs/>
              </w:rPr>
            </w:pPr>
            <w:r>
              <w:rPr>
                <w:lang w:val="en-AU"/>
              </w:rPr>
              <w:t>Aigar Kallas</w:t>
            </w:r>
          </w:p>
        </w:tc>
        <w:tc>
          <w:tcPr>
            <w:tcW w:w="4198" w:type="dxa"/>
          </w:tcPr>
          <w:p w14:paraId="7243496A" w14:textId="7C6B4F34" w:rsidR="008140F5" w:rsidRDefault="00364EEB" w:rsidP="009F2E1E">
            <w:pPr>
              <w:rPr>
                <w:iCs/>
              </w:rPr>
            </w:pPr>
            <w:r>
              <w:rPr>
                <w:lang w:val="en-AU"/>
              </w:rPr>
              <w:t>Marek Metslaid</w:t>
            </w:r>
          </w:p>
        </w:tc>
      </w:tr>
    </w:tbl>
    <w:p w14:paraId="16B81C37" w14:textId="73DC3543" w:rsidR="00E96EC3" w:rsidRDefault="00A32FCE" w:rsidP="00A32FCE">
      <w:r>
        <w:t xml:space="preserve">  </w:t>
      </w:r>
      <w:r w:rsidRPr="00A32FCE">
        <w:t>Juhatuse esimees</w:t>
      </w:r>
      <w:r>
        <w:tab/>
      </w:r>
      <w:r>
        <w:tab/>
      </w:r>
      <w:r>
        <w:tab/>
        <w:t xml:space="preserve">          </w:t>
      </w:r>
      <w:r w:rsidR="00364EEB">
        <w:t>EMÜ MI direktor</w:t>
      </w:r>
    </w:p>
    <w:p w14:paraId="301F2613" w14:textId="77777777" w:rsidR="00823082" w:rsidRPr="00EA2DA2" w:rsidRDefault="00823082">
      <w:pPr>
        <w:ind w:left="360"/>
        <w:rPr>
          <w:iCs/>
        </w:rPr>
      </w:pPr>
    </w:p>
    <w:sectPr w:rsidR="00823082" w:rsidRPr="00EA2DA2" w:rsidSect="00B61F75">
      <w:type w:val="continuous"/>
      <w:pgSz w:w="11906" w:h="16838"/>
      <w:pgMar w:top="568" w:right="1797" w:bottom="1440" w:left="179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4227" w14:textId="77777777" w:rsidR="00712246" w:rsidRDefault="00712246" w:rsidP="00B61F75">
      <w:r>
        <w:separator/>
      </w:r>
    </w:p>
  </w:endnote>
  <w:endnote w:type="continuationSeparator" w:id="0">
    <w:p w14:paraId="436215B0" w14:textId="77777777" w:rsidR="00712246" w:rsidRDefault="00712246" w:rsidP="00B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34035" w14:textId="77777777" w:rsidR="00712246" w:rsidRDefault="00712246" w:rsidP="00B61F75">
      <w:r>
        <w:separator/>
      </w:r>
    </w:p>
  </w:footnote>
  <w:footnote w:type="continuationSeparator" w:id="0">
    <w:p w14:paraId="479430B2" w14:textId="77777777" w:rsidR="00712246" w:rsidRDefault="00712246" w:rsidP="00B6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15550"/>
    <w:multiLevelType w:val="hybridMultilevel"/>
    <w:tmpl w:val="8238F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DC77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155FC5"/>
    <w:multiLevelType w:val="hybridMultilevel"/>
    <w:tmpl w:val="66FAEE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A676B"/>
    <w:multiLevelType w:val="multilevel"/>
    <w:tmpl w:val="BEDEC17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D404E4D"/>
    <w:multiLevelType w:val="hybridMultilevel"/>
    <w:tmpl w:val="04BA9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41A"/>
    <w:rsid w:val="00064967"/>
    <w:rsid w:val="000C36ED"/>
    <w:rsid w:val="001350FE"/>
    <w:rsid w:val="001569A6"/>
    <w:rsid w:val="001C1E67"/>
    <w:rsid w:val="003551A8"/>
    <w:rsid w:val="00364EEB"/>
    <w:rsid w:val="003B708E"/>
    <w:rsid w:val="003E2A7F"/>
    <w:rsid w:val="00520DBB"/>
    <w:rsid w:val="00531A0F"/>
    <w:rsid w:val="005409F9"/>
    <w:rsid w:val="0057034B"/>
    <w:rsid w:val="00573265"/>
    <w:rsid w:val="00597ED5"/>
    <w:rsid w:val="005F1881"/>
    <w:rsid w:val="00681500"/>
    <w:rsid w:val="006954E4"/>
    <w:rsid w:val="006A3FD1"/>
    <w:rsid w:val="006A5916"/>
    <w:rsid w:val="006B2C00"/>
    <w:rsid w:val="006B4A92"/>
    <w:rsid w:val="006B63C7"/>
    <w:rsid w:val="00712246"/>
    <w:rsid w:val="007352AD"/>
    <w:rsid w:val="00801766"/>
    <w:rsid w:val="008140F5"/>
    <w:rsid w:val="00823082"/>
    <w:rsid w:val="008A041A"/>
    <w:rsid w:val="008C4DD4"/>
    <w:rsid w:val="00910E20"/>
    <w:rsid w:val="00A32FCE"/>
    <w:rsid w:val="00AD0E9E"/>
    <w:rsid w:val="00B61F75"/>
    <w:rsid w:val="00BD5176"/>
    <w:rsid w:val="00C50B5F"/>
    <w:rsid w:val="00D71034"/>
    <w:rsid w:val="00D941D8"/>
    <w:rsid w:val="00D94970"/>
    <w:rsid w:val="00DB6019"/>
    <w:rsid w:val="00DC10C4"/>
    <w:rsid w:val="00DF69B7"/>
    <w:rsid w:val="00E96EC3"/>
    <w:rsid w:val="00EA2DA2"/>
    <w:rsid w:val="00F77F0D"/>
    <w:rsid w:val="00FB18BC"/>
    <w:rsid w:val="00F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9A1EE"/>
  <w15:docId w15:val="{0FE85D0E-8A29-4EC4-A20C-0E9A78F2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20DB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table" w:styleId="TableGrid">
    <w:name w:val="Table Grid"/>
    <w:basedOn w:val="TableNormal"/>
    <w:uiPriority w:val="59"/>
    <w:rsid w:val="00E96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6A5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A5916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rsid w:val="006A5916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rsid w:val="006A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A59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91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5916"/>
    <w:rPr>
      <w:b/>
      <w:bCs/>
      <w:lang w:eastAsia="en-US"/>
    </w:rPr>
  </w:style>
  <w:style w:type="paragraph" w:customStyle="1" w:styleId="Pealkiri11">
    <w:name w:val="Pealkiri 11"/>
    <w:basedOn w:val="Normal"/>
    <w:rsid w:val="008140F5"/>
    <w:pPr>
      <w:numPr>
        <w:numId w:val="3"/>
      </w:numPr>
    </w:pPr>
  </w:style>
  <w:style w:type="paragraph" w:customStyle="1" w:styleId="Pealkiri21">
    <w:name w:val="Pealkiri 21"/>
    <w:basedOn w:val="Normal"/>
    <w:rsid w:val="008140F5"/>
    <w:pPr>
      <w:numPr>
        <w:ilvl w:val="1"/>
        <w:numId w:val="3"/>
      </w:numPr>
    </w:pPr>
  </w:style>
  <w:style w:type="paragraph" w:customStyle="1" w:styleId="Pealkiri31">
    <w:name w:val="Pealkiri 31"/>
    <w:basedOn w:val="Normal"/>
    <w:rsid w:val="008140F5"/>
    <w:pPr>
      <w:numPr>
        <w:ilvl w:val="2"/>
        <w:numId w:val="3"/>
      </w:numPr>
    </w:pPr>
  </w:style>
  <w:style w:type="paragraph" w:customStyle="1" w:styleId="Pealkiri41">
    <w:name w:val="Pealkiri 41"/>
    <w:basedOn w:val="Normal"/>
    <w:rsid w:val="008140F5"/>
    <w:pPr>
      <w:numPr>
        <w:ilvl w:val="3"/>
        <w:numId w:val="3"/>
      </w:numPr>
    </w:pPr>
  </w:style>
  <w:style w:type="paragraph" w:customStyle="1" w:styleId="Pealkiri51">
    <w:name w:val="Pealkiri 51"/>
    <w:basedOn w:val="Normal"/>
    <w:rsid w:val="008140F5"/>
    <w:pPr>
      <w:numPr>
        <w:ilvl w:val="4"/>
        <w:numId w:val="3"/>
      </w:numPr>
    </w:pPr>
  </w:style>
  <w:style w:type="paragraph" w:customStyle="1" w:styleId="Pealkiri61">
    <w:name w:val="Pealkiri 61"/>
    <w:basedOn w:val="Normal"/>
    <w:rsid w:val="008140F5"/>
    <w:pPr>
      <w:numPr>
        <w:ilvl w:val="5"/>
        <w:numId w:val="3"/>
      </w:numPr>
    </w:pPr>
  </w:style>
  <w:style w:type="paragraph" w:customStyle="1" w:styleId="Pealkiri71">
    <w:name w:val="Pealkiri 71"/>
    <w:basedOn w:val="Normal"/>
    <w:rsid w:val="008140F5"/>
    <w:pPr>
      <w:numPr>
        <w:ilvl w:val="6"/>
        <w:numId w:val="3"/>
      </w:numPr>
    </w:pPr>
  </w:style>
  <w:style w:type="paragraph" w:customStyle="1" w:styleId="Pealkiri81">
    <w:name w:val="Pealkiri 81"/>
    <w:basedOn w:val="Normal"/>
    <w:rsid w:val="008140F5"/>
    <w:pPr>
      <w:numPr>
        <w:ilvl w:val="7"/>
        <w:numId w:val="3"/>
      </w:numPr>
    </w:pPr>
  </w:style>
  <w:style w:type="paragraph" w:customStyle="1" w:styleId="Pealkiri91">
    <w:name w:val="Pealkiri 91"/>
    <w:basedOn w:val="Normal"/>
    <w:rsid w:val="008140F5"/>
    <w:pPr>
      <w:numPr>
        <w:ilvl w:val="8"/>
        <w:numId w:val="3"/>
      </w:numPr>
    </w:pPr>
  </w:style>
  <w:style w:type="paragraph" w:styleId="ListParagraph">
    <w:name w:val="List Paragraph"/>
    <w:basedOn w:val="Normal"/>
    <w:uiPriority w:val="34"/>
    <w:qFormat/>
    <w:rsid w:val="008140F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61F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61F7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B61F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61F7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.parro\AppData\Local\Microsoft\Windows\INetCache\IE\MGHQMUA0\lepingu%20muutmine%20kokkulep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D44DFA9D7E42AFAED655B1891E6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AB931-F3DB-4468-80CF-DF5E851DA2CA}"/>
      </w:docPartPr>
      <w:docPartBody>
        <w:p w:rsidR="00030DC2" w:rsidRDefault="000256B3">
          <w:pPr>
            <w:pStyle w:val="4DD44DFA9D7E42AFAED655B1891E6469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3765768DB5464A13BE2C081EF5618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18021-19B2-4E94-9E57-1EC053D47233}"/>
      </w:docPartPr>
      <w:docPartBody>
        <w:p w:rsidR="00030DC2" w:rsidRDefault="000256B3">
          <w:pPr>
            <w:pStyle w:val="3765768DB5464A13BE2C081EF56186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EB4B66280794C3FAA6F662CFDE4F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926AB-3A45-4FFD-8E4B-87681C6BE41C}"/>
      </w:docPartPr>
      <w:docPartBody>
        <w:p w:rsidR="00030DC2" w:rsidRDefault="000256B3">
          <w:pPr>
            <w:pStyle w:val="EEB4B66280794C3FAA6F662CFDE4F067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C527C2C3F2834D42A149BF6418889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CF9039-1AE4-411A-86AF-F03A626BC050}"/>
      </w:docPartPr>
      <w:docPartBody>
        <w:p w:rsidR="00030DC2" w:rsidRDefault="000256B3">
          <w:pPr>
            <w:pStyle w:val="C527C2C3F2834D42A149BF64188896C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5A10B82FBFB4A5FB994A63533867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952C0-7182-42C1-8082-22DDFC1E3A13}"/>
      </w:docPartPr>
      <w:docPartBody>
        <w:p w:rsidR="00030DC2" w:rsidRDefault="000256B3">
          <w:pPr>
            <w:pStyle w:val="75A10B82FBFB4A5FB994A635338672F2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6B3"/>
    <w:rsid w:val="000256B3"/>
    <w:rsid w:val="00030DC2"/>
    <w:rsid w:val="00E6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4DD44DFA9D7E42AFAED655B1891E6469">
    <w:name w:val="4DD44DFA9D7E42AFAED655B1891E6469"/>
  </w:style>
  <w:style w:type="paragraph" w:customStyle="1" w:styleId="3765768DB5464A13BE2C081EF5618628">
    <w:name w:val="3765768DB5464A13BE2C081EF5618628"/>
  </w:style>
  <w:style w:type="paragraph" w:customStyle="1" w:styleId="EEB4B66280794C3FAA6F662CFDE4F067">
    <w:name w:val="EEB4B66280794C3FAA6F662CFDE4F067"/>
  </w:style>
  <w:style w:type="paragraph" w:customStyle="1" w:styleId="C527C2C3F2834D42A149BF64188896C6">
    <w:name w:val="C527C2C3F2834D42A149BF64188896C6"/>
  </w:style>
  <w:style w:type="paragraph" w:customStyle="1" w:styleId="75A10B82FBFB4A5FB994A635338672F2">
    <w:name w:val="75A10B82FBFB4A5FB994A635338672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lepingu muutmine kokkulepe</Template>
  <TotalTime>5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Riigimetsa  Majandamise Keskus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Parro</dc:creator>
  <cp:lastModifiedBy>Kristi Parro</cp:lastModifiedBy>
  <cp:revision>4</cp:revision>
  <cp:lastPrinted>1900-12-31T22:00:00Z</cp:lastPrinted>
  <dcterms:created xsi:type="dcterms:W3CDTF">2022-01-16T04:58:00Z</dcterms:created>
  <dcterms:modified xsi:type="dcterms:W3CDTF">2022-01-17T14:40:00Z</dcterms:modified>
</cp:coreProperties>
</file>